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373"/>
        <w:gridCol w:w="700"/>
        <w:gridCol w:w="388"/>
        <w:gridCol w:w="477"/>
        <w:gridCol w:w="708"/>
        <w:gridCol w:w="709"/>
        <w:gridCol w:w="646"/>
        <w:gridCol w:w="458"/>
        <w:gridCol w:w="186"/>
        <w:gridCol w:w="708"/>
        <w:gridCol w:w="709"/>
        <w:gridCol w:w="686"/>
        <w:gridCol w:w="734"/>
      </w:tblGrid>
      <w:tr w:rsidR="00751814" w:rsidTr="00C82BAA">
        <w:tc>
          <w:tcPr>
            <w:tcW w:w="9242" w:type="dxa"/>
            <w:gridSpan w:val="14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FFFF00"/>
          </w:tcPr>
          <w:p w:rsidR="00394A2C" w:rsidRPr="00263FE8" w:rsidRDefault="00263FE8" w:rsidP="00DB4E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DB4E72">
              <w:rPr>
                <w:b/>
                <w:sz w:val="24"/>
                <w:szCs w:val="24"/>
              </w:rPr>
              <w:t>4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FBD4B4" w:themeFill="accent6" w:themeFillTint="66"/>
          </w:tcPr>
          <w:p w:rsidR="00394A2C" w:rsidRDefault="00263FE8" w:rsidP="00394A2C">
            <w:pPr>
              <w:jc w:val="center"/>
              <w:rPr>
                <w:b/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  <w:p w:rsidR="00394A2C" w:rsidRDefault="00394A2C" w:rsidP="00394A2C">
            <w:pPr>
              <w:jc w:val="center"/>
              <w:rPr>
                <w:sz w:val="24"/>
                <w:szCs w:val="24"/>
              </w:rPr>
            </w:pPr>
          </w:p>
        </w:tc>
      </w:tr>
      <w:tr w:rsidR="00C82BAA" w:rsidTr="00263FE8">
        <w:tc>
          <w:tcPr>
            <w:tcW w:w="9242" w:type="dxa"/>
            <w:gridSpan w:val="14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Library (Rm 21) Music (Rm 22) / Spelling and </w:t>
            </w:r>
            <w:proofErr w:type="spellStart"/>
            <w:r w:rsidRPr="00C82BAA">
              <w:rPr>
                <w:b/>
                <w:color w:val="FF0000"/>
                <w:sz w:val="24"/>
                <w:szCs w:val="24"/>
              </w:rPr>
              <w:t>B</w:t>
            </w:r>
            <w:r w:rsidR="00394A2C">
              <w:rPr>
                <w:b/>
                <w:color w:val="FF0000"/>
                <w:sz w:val="24"/>
                <w:szCs w:val="24"/>
              </w:rPr>
              <w:t>.</w:t>
            </w:r>
            <w:r w:rsidRPr="00C82BAA">
              <w:rPr>
                <w:b/>
                <w:color w:val="FF0000"/>
                <w:sz w:val="24"/>
                <w:szCs w:val="24"/>
              </w:rPr>
              <w:t>F</w:t>
            </w:r>
            <w:r w:rsidR="00394A2C">
              <w:rPr>
                <w:b/>
                <w:color w:val="FF0000"/>
                <w:sz w:val="24"/>
                <w:szCs w:val="24"/>
              </w:rPr>
              <w:t>act</w:t>
            </w:r>
            <w:proofErr w:type="spellEnd"/>
            <w:r w:rsidRPr="00C82BAA">
              <w:rPr>
                <w:b/>
                <w:color w:val="FF0000"/>
                <w:sz w:val="24"/>
                <w:szCs w:val="24"/>
              </w:rPr>
              <w:t xml:space="preserve"> Tests</w:t>
            </w:r>
          </w:p>
          <w:p w:rsidR="00DB4E72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Multicultural Day - Cultural Presentations/Share a cultural game</w:t>
            </w:r>
          </w:p>
          <w:p w:rsidR="00C82BAA" w:rsidRPr="00C82BAA" w:rsidRDefault="00DB4E72" w:rsidP="00C82BAA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                           Three Way Conferences  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Maori 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DB4E72">
              <w:rPr>
                <w:b/>
                <w:color w:val="7030A0"/>
                <w:sz w:val="24"/>
                <w:szCs w:val="24"/>
              </w:rPr>
              <w:t>Art afternoon</w:t>
            </w:r>
          </w:p>
          <w:p w:rsidR="00394A2C" w:rsidRDefault="00C82BAA" w:rsidP="00DB4E72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>:               Music</w:t>
            </w:r>
            <w:r w:rsidR="00456FE9">
              <w:rPr>
                <w:b/>
                <w:color w:val="E36C0A" w:themeColor="accent6" w:themeShade="BF"/>
                <w:sz w:val="24"/>
                <w:szCs w:val="24"/>
              </w:rPr>
              <w:t>(Rm 21) Library (Rm22)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 / Return Home learning for marking / Spelling and Basic Facts Test</w:t>
            </w:r>
          </w:p>
          <w:p w:rsidR="00456FE9" w:rsidRDefault="00456FE9" w:rsidP="00DB4E72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>
              <w:rPr>
                <w:b/>
                <w:color w:val="E36C0A" w:themeColor="accent6" w:themeShade="BF"/>
                <w:sz w:val="24"/>
                <w:szCs w:val="24"/>
              </w:rPr>
              <w:t>OTHER:  Camp/Outdoor Education notices returned to school ASAP</w:t>
            </w:r>
          </w:p>
          <w:p w:rsidR="00456FE9" w:rsidRPr="00263FE8" w:rsidRDefault="00456FE9" w:rsidP="00DB4E72">
            <w:pPr>
              <w:rPr>
                <w:b/>
                <w:sz w:val="24"/>
                <w:szCs w:val="24"/>
              </w:rPr>
            </w:pPr>
            <w:r>
              <w:rPr>
                <w:b/>
                <w:color w:val="E36C0A" w:themeColor="accent6" w:themeShade="BF"/>
                <w:sz w:val="24"/>
                <w:szCs w:val="24"/>
              </w:rPr>
              <w:t>Jolly Jar ‘ingredients’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D6E3BC" w:themeFill="accent3" w:themeFillTint="66"/>
          </w:tcPr>
          <w:p w:rsidR="00394A2C" w:rsidRDefault="00263FE8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FACTS:  </w:t>
            </w:r>
            <w:r w:rsidR="00394A2C"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Aim for instant recall!         Challenge yourself to beat your last time!</w:t>
            </w:r>
          </w:p>
          <w:p w:rsidR="00394A2C" w:rsidRPr="00263FE8" w:rsidRDefault="00394A2C" w:rsidP="00394A2C">
            <w:pPr>
              <w:rPr>
                <w:b/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263FE8" w:rsidRDefault="00263FE8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Add/Sub</w:t>
            </w:r>
          </w:p>
        </w:tc>
        <w:tc>
          <w:tcPr>
            <w:tcW w:w="1699" w:type="dxa"/>
            <w:gridSpan w:val="3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Mult</w:t>
            </w:r>
            <w:proofErr w:type="spellEnd"/>
            <w:r w:rsidRPr="00C82BAA">
              <w:rPr>
                <w:b/>
                <w:sz w:val="24"/>
                <w:szCs w:val="24"/>
              </w:rPr>
              <w:t>/</w:t>
            </w:r>
            <w:proofErr w:type="spellStart"/>
            <w:r w:rsidRPr="00C82BAA">
              <w:rPr>
                <w:b/>
                <w:sz w:val="24"/>
                <w:szCs w:val="24"/>
              </w:rPr>
              <w:t>Div</w:t>
            </w:r>
            <w:proofErr w:type="spellEnd"/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Rahina</w:t>
            </w:r>
            <w:proofErr w:type="spellEnd"/>
          </w:p>
        </w:tc>
        <w:tc>
          <w:tcPr>
            <w:tcW w:w="1281" w:type="dxa"/>
            <w:gridSpan w:val="3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Ratu</w:t>
            </w:r>
            <w:proofErr w:type="spellEnd"/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Raapa</w:t>
            </w:r>
            <w:proofErr w:type="spellEnd"/>
          </w:p>
        </w:tc>
        <w:tc>
          <w:tcPr>
            <w:tcW w:w="1478" w:type="dxa"/>
            <w:gridSpan w:val="2"/>
          </w:tcPr>
          <w:p w:rsidR="00263FE8" w:rsidRPr="00C82BAA" w:rsidRDefault="00263FE8">
            <w:pPr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Ramere</w:t>
            </w:r>
            <w:proofErr w:type="spellEnd"/>
          </w:p>
        </w:tc>
      </w:tr>
      <w:tr w:rsidR="00D82D73" w:rsidRP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37" w:type="dxa"/>
          </w:tcPr>
          <w:p w:rsidR="00C82BAA" w:rsidRPr="00C82BAA" w:rsidRDefault="00C82BAA" w:rsidP="00C54CF0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644" w:type="dxa"/>
            <w:gridSpan w:val="2"/>
          </w:tcPr>
          <w:p w:rsidR="00C82BAA" w:rsidRPr="00C82BAA" w:rsidRDefault="00C82BAA" w:rsidP="00C54CF0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08" w:type="dxa"/>
          </w:tcPr>
          <w:p w:rsidR="00C82BAA" w:rsidRPr="00C82BAA" w:rsidRDefault="00C82BAA" w:rsidP="00C54CF0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C54CF0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38" w:type="dxa"/>
          </w:tcPr>
          <w:p w:rsidR="00C82BAA" w:rsidRPr="00C82BAA" w:rsidRDefault="00C82BAA" w:rsidP="00C54CF0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40" w:type="dxa"/>
          </w:tcPr>
          <w:p w:rsidR="00C82BAA" w:rsidRPr="00C82BAA" w:rsidRDefault="00C82BAA" w:rsidP="00C54CF0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1+4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2x8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10-6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1x3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7+4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4x6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14+5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2x2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17-8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5x3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:rsidR="00191FD6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13+3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10x4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4x3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2+5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2x5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6" w:type="dxa"/>
          </w:tcPr>
          <w:p w:rsidR="00C82BAA" w:rsidRDefault="00191FD6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20-5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0x4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8+9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8x4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7-6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3x6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12+8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4x1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6+2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7x4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17-4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9x3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12+7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1x5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7+1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5x6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7-4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8x5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7+10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3x10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2+8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9x5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19-3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4x9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D82D73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gridSpan w:val="4"/>
          </w:tcPr>
          <w:p w:rsidR="00394A2C" w:rsidRPr="00C82BAA" w:rsidRDefault="00C82BAA" w:rsidP="00394A2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  Record your time:</w:t>
            </w:r>
          </w:p>
        </w:tc>
        <w:tc>
          <w:tcPr>
            <w:tcW w:w="708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1:13</w:t>
            </w:r>
          </w:p>
        </w:tc>
        <w:tc>
          <w:tcPr>
            <w:tcW w:w="709" w:type="dxa"/>
          </w:tcPr>
          <w:p w:rsidR="00C82BAA" w:rsidRDefault="00E021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2:08</w:t>
            </w:r>
          </w:p>
        </w:tc>
        <w:tc>
          <w:tcPr>
            <w:tcW w:w="637" w:type="dxa"/>
          </w:tcPr>
          <w:p w:rsidR="00C82BAA" w:rsidRDefault="00EF0A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1:34</w:t>
            </w:r>
          </w:p>
        </w:tc>
        <w:tc>
          <w:tcPr>
            <w:tcW w:w="644" w:type="dxa"/>
            <w:gridSpan w:val="2"/>
          </w:tcPr>
          <w:p w:rsidR="00C82BAA" w:rsidRPr="00EF0A03" w:rsidRDefault="00EF0A03">
            <w:pPr>
              <w:rPr>
                <w:sz w:val="20"/>
                <w:szCs w:val="20"/>
              </w:rPr>
            </w:pPr>
            <w:r w:rsidRPr="00EF0A03">
              <w:rPr>
                <w:sz w:val="20"/>
                <w:szCs w:val="20"/>
              </w:rPr>
              <w:t>1:33</w:t>
            </w:r>
          </w:p>
        </w:tc>
        <w:tc>
          <w:tcPr>
            <w:tcW w:w="708" w:type="dxa"/>
          </w:tcPr>
          <w:p w:rsidR="00C82BAA" w:rsidRDefault="00E10D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1:33</w:t>
            </w:r>
          </w:p>
        </w:tc>
        <w:tc>
          <w:tcPr>
            <w:tcW w:w="709" w:type="dxa"/>
          </w:tcPr>
          <w:p w:rsidR="00C82BAA" w:rsidRDefault="00E10D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1:32</w:t>
            </w:r>
            <w:bookmarkStart w:id="0" w:name="_GoBack"/>
            <w:bookmarkEnd w:id="0"/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14"/>
            <w:shd w:val="clear" w:color="auto" w:fill="FFCCFF"/>
          </w:tcPr>
          <w:p w:rsidR="00394A2C" w:rsidRDefault="00394A2C" w:rsidP="002E7E97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="002E7E97">
              <w:rPr>
                <w:b/>
                <w:sz w:val="24"/>
                <w:szCs w:val="24"/>
              </w:rPr>
              <w:t>ea</w:t>
            </w:r>
            <w:proofErr w:type="spellEnd"/>
          </w:p>
        </w:tc>
      </w:tr>
      <w:tr w:rsidR="00394A2C" w:rsidTr="00C54CF0">
        <w:tc>
          <w:tcPr>
            <w:tcW w:w="9242" w:type="dxa"/>
            <w:gridSpan w:val="14"/>
          </w:tcPr>
          <w:p w:rsidR="00394A2C" w:rsidRDefault="002E7E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10 or more words with the long e sound '</w:t>
            </w:r>
            <w:proofErr w:type="spellStart"/>
            <w:r>
              <w:rPr>
                <w:b/>
                <w:sz w:val="24"/>
                <w:szCs w:val="24"/>
              </w:rPr>
              <w:t>ea</w:t>
            </w:r>
            <w:proofErr w:type="spellEnd"/>
            <w:r>
              <w:rPr>
                <w:b/>
                <w:sz w:val="24"/>
                <w:szCs w:val="24"/>
              </w:rPr>
              <w:t>'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meat)</w:t>
            </w:r>
          </w:p>
          <w:p w:rsidR="00C54CF0" w:rsidRDefault="00C54CF0">
            <w:pPr>
              <w:rPr>
                <w:b/>
                <w:sz w:val="24"/>
                <w:szCs w:val="24"/>
              </w:rPr>
            </w:pPr>
            <w:r w:rsidRPr="00C54CF0">
              <w:rPr>
                <w:b/>
                <w:color w:val="FF0000"/>
                <w:sz w:val="24"/>
                <w:szCs w:val="24"/>
              </w:rPr>
              <w:t>Meat meet great pea seat beat feet geek peak sneak feat teak neat clean been cleat</w:t>
            </w:r>
          </w:p>
          <w:p w:rsidR="002E7E97" w:rsidRDefault="002E7E97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2E7E97" w:rsidRDefault="002E7E97">
            <w:pPr>
              <w:rPr>
                <w:b/>
                <w:sz w:val="24"/>
                <w:szCs w:val="24"/>
              </w:rPr>
            </w:pPr>
          </w:p>
          <w:p w:rsidR="002E7E97" w:rsidRDefault="002E7E97">
            <w:pPr>
              <w:rPr>
                <w:b/>
                <w:sz w:val="24"/>
                <w:szCs w:val="24"/>
              </w:rPr>
            </w:pPr>
          </w:p>
          <w:p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14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READING (fill in which one applies to you)</w:t>
            </w:r>
          </w:p>
        </w:tc>
      </w:tr>
      <w:tr w:rsidR="00D82D73" w:rsidTr="00C54CF0">
        <w:tc>
          <w:tcPr>
            <w:tcW w:w="3080" w:type="dxa"/>
            <w:gridSpan w:val="4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394A2C" w:rsidRDefault="009967EC" w:rsidP="009967EC">
            <w:pPr>
              <w:rPr>
                <w:b/>
                <w:color w:val="FF0000"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Title: _________________</w:t>
            </w:r>
          </w:p>
          <w:p w:rsidR="002E7E97" w:rsidRPr="009967EC" w:rsidRDefault="002E7E97" w:rsidP="00394A2C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 xml:space="preserve">Sequence </w:t>
            </w:r>
            <w:r w:rsidR="009967EC">
              <w:rPr>
                <w:b/>
                <w:sz w:val="20"/>
                <w:szCs w:val="20"/>
              </w:rPr>
              <w:t xml:space="preserve">3 to </w:t>
            </w:r>
            <w:r w:rsidRPr="009967EC">
              <w:rPr>
                <w:b/>
                <w:sz w:val="20"/>
                <w:szCs w:val="20"/>
              </w:rPr>
              <w:t>5 main events that have happened in your home reader.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394A2C" w:rsidRPr="009967EC" w:rsidRDefault="00394A2C" w:rsidP="00394A2C">
            <w:pPr>
              <w:rPr>
                <w:sz w:val="24"/>
                <w:szCs w:val="24"/>
              </w:rPr>
            </w:pPr>
            <w:r w:rsidRPr="009967EC">
              <w:rPr>
                <w:sz w:val="24"/>
                <w:szCs w:val="24"/>
              </w:rPr>
              <w:t>Title: ___________________</w:t>
            </w:r>
          </w:p>
          <w:p w:rsidR="00394A2C" w:rsidRPr="009967EC" w:rsidRDefault="002E7E97" w:rsidP="002E7E97">
            <w:pPr>
              <w:rPr>
                <w:sz w:val="20"/>
                <w:szCs w:val="20"/>
              </w:rPr>
            </w:pPr>
            <w:r w:rsidRPr="009967EC">
              <w:rPr>
                <w:sz w:val="20"/>
                <w:szCs w:val="20"/>
              </w:rPr>
              <w:t>Where is your story set? List three language features the author uses to describe it and record these examples.</w:t>
            </w:r>
          </w:p>
          <w:p w:rsidR="00394A2C" w:rsidRPr="009967EC" w:rsidRDefault="00394A2C" w:rsidP="00C82BAA">
            <w:pPr>
              <w:jc w:val="center"/>
              <w:rPr>
                <w:b/>
                <w:sz w:val="20"/>
                <w:szCs w:val="20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967EC" w:rsidRDefault="009967E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9967EC" w:rsidRDefault="00394A2C" w:rsidP="00394A2C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>Title ___________________</w:t>
            </w:r>
          </w:p>
          <w:p w:rsidR="00394A2C" w:rsidRPr="00C82BAA" w:rsidRDefault="002E7E97" w:rsidP="002E7E97">
            <w:pPr>
              <w:rPr>
                <w:b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Why has the author written this book? Think carefully about your answer, showing you have learned something about this author.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967EC" w:rsidTr="009967EC">
        <w:tc>
          <w:tcPr>
            <w:tcW w:w="9242" w:type="dxa"/>
            <w:gridSpan w:val="14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</w:p>
          <w:p w:rsidR="009967EC" w:rsidRDefault="009967EC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 one article that interests you from this newspaper and write one to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9967EC" w:rsidRPr="00C82BAA" w:rsidRDefault="00E021BB" w:rsidP="00E021BB">
            <w:pPr>
              <w:shd w:val="clear" w:color="auto" w:fill="FFFFFF"/>
              <w:spacing w:before="100" w:beforeAutospacing="1" w:after="225" w:line="300" w:lineRule="atLeast"/>
              <w:rPr>
                <w:b/>
                <w:sz w:val="24"/>
                <w:szCs w:val="24"/>
              </w:rPr>
            </w:pPr>
            <w:r w:rsidRPr="00E021BB">
              <w:rPr>
                <w:b/>
                <w:color w:val="FF0000"/>
                <w:sz w:val="24"/>
                <w:szCs w:val="24"/>
              </w:rPr>
              <w:t xml:space="preserve">100 cars have been found in a slate mine in north wales over 200 feet </w:t>
            </w:r>
            <w:r w:rsidR="00EF0A03" w:rsidRPr="00E021BB">
              <w:rPr>
                <w:b/>
                <w:color w:val="FF0000"/>
                <w:sz w:val="24"/>
                <w:szCs w:val="24"/>
              </w:rPr>
              <w:t>underground</w:t>
            </w:r>
            <w:r w:rsidRPr="00E021BB">
              <w:rPr>
                <w:b/>
                <w:color w:val="FF0000"/>
                <w:sz w:val="24"/>
                <w:szCs w:val="24"/>
              </w:rPr>
              <w:t>.  No one knows how they got there.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D82D73" w:rsidRPr="00751814" w:rsidTr="00C82BAA">
        <w:trPr>
          <w:trHeight w:val="306"/>
        </w:trPr>
        <w:tc>
          <w:tcPr>
            <w:tcW w:w="534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582" w:type="dxa"/>
            <w:gridSpan w:val="11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D82D73" w:rsidTr="00C82BAA">
        <w:trPr>
          <w:trHeight w:val="306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C82BAA" w:rsidRDefault="00585F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Already </w:t>
            </w:r>
          </w:p>
        </w:tc>
        <w:tc>
          <w:tcPr>
            <w:tcW w:w="6582" w:type="dxa"/>
            <w:gridSpan w:val="11"/>
          </w:tcPr>
          <w:p w:rsidR="00C82BAA" w:rsidRPr="00585F83" w:rsidRDefault="00585F83">
            <w:pPr>
              <w:rPr>
                <w:color w:val="92D05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have </w:t>
            </w:r>
            <w:r w:rsidRPr="00585F83">
              <w:rPr>
                <w:color w:val="92D050"/>
                <w:sz w:val="24"/>
                <w:szCs w:val="24"/>
              </w:rPr>
              <w:t>already</w:t>
            </w:r>
            <w:r>
              <w:rPr>
                <w:sz w:val="24"/>
                <w:szCs w:val="24"/>
              </w:rPr>
              <w:t xml:space="preserve"> eaten my lunch.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82D73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C82BAA" w:rsidRDefault="00585F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Another</w:t>
            </w:r>
          </w:p>
        </w:tc>
        <w:tc>
          <w:tcPr>
            <w:tcW w:w="6582" w:type="dxa"/>
            <w:gridSpan w:val="11"/>
          </w:tcPr>
          <w:p w:rsidR="00C82BAA" w:rsidRDefault="00585F83">
            <w:pPr>
              <w:rPr>
                <w:sz w:val="24"/>
                <w:szCs w:val="24"/>
              </w:rPr>
            </w:pPr>
            <w:r w:rsidRPr="00D82D73">
              <w:rPr>
                <w:color w:val="92D050"/>
                <w:sz w:val="24"/>
                <w:szCs w:val="24"/>
              </w:rPr>
              <w:t>Another</w:t>
            </w:r>
            <w:r>
              <w:rPr>
                <w:sz w:val="24"/>
                <w:szCs w:val="24"/>
              </w:rPr>
              <w:t xml:space="preserve"> book to read.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82D73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C82BAA" w:rsidRDefault="00585F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Being</w:t>
            </w:r>
          </w:p>
        </w:tc>
        <w:tc>
          <w:tcPr>
            <w:tcW w:w="6582" w:type="dxa"/>
            <w:gridSpan w:val="11"/>
          </w:tcPr>
          <w:p w:rsidR="00C82BAA" w:rsidRDefault="00585F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don’t like </w:t>
            </w:r>
            <w:r w:rsidRPr="00D82D73">
              <w:rPr>
                <w:color w:val="92D050"/>
                <w:sz w:val="24"/>
                <w:szCs w:val="24"/>
              </w:rPr>
              <w:t>being</w:t>
            </w:r>
            <w:r>
              <w:rPr>
                <w:sz w:val="24"/>
                <w:szCs w:val="24"/>
              </w:rPr>
              <w:t xml:space="preserve"> alone.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82D73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:rsidR="00C82BAA" w:rsidRDefault="00585F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Between</w:t>
            </w:r>
          </w:p>
        </w:tc>
        <w:tc>
          <w:tcPr>
            <w:tcW w:w="6582" w:type="dxa"/>
            <w:gridSpan w:val="11"/>
          </w:tcPr>
          <w:p w:rsidR="00C82BAA" w:rsidRDefault="00585F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am stuck </w:t>
            </w:r>
            <w:r w:rsidRPr="00D82D73">
              <w:rPr>
                <w:color w:val="92D050"/>
                <w:sz w:val="24"/>
                <w:szCs w:val="24"/>
              </w:rPr>
              <w:t>between</w:t>
            </w:r>
            <w:r>
              <w:rPr>
                <w:sz w:val="24"/>
                <w:szCs w:val="24"/>
              </w:rPr>
              <w:t xml:space="preserve"> too long logs</w:t>
            </w:r>
            <w:r w:rsidR="007F6B6D"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82D73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C82BAA" w:rsidRDefault="00585F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Both</w:t>
            </w:r>
          </w:p>
        </w:tc>
        <w:tc>
          <w:tcPr>
            <w:tcW w:w="6582" w:type="dxa"/>
            <w:gridSpan w:val="11"/>
          </w:tcPr>
          <w:p w:rsidR="00C82BAA" w:rsidRDefault="007F6B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Thomas and I </w:t>
            </w:r>
            <w:r w:rsidR="00585F83" w:rsidRPr="00D82D73">
              <w:rPr>
                <w:color w:val="92D050"/>
                <w:sz w:val="24"/>
                <w:szCs w:val="24"/>
              </w:rPr>
              <w:t>both</w:t>
            </w:r>
            <w:r w:rsidR="00585F83">
              <w:rPr>
                <w:sz w:val="24"/>
                <w:szCs w:val="24"/>
              </w:rPr>
              <w:t xml:space="preserve"> have blond h</w:t>
            </w:r>
            <w:r w:rsidR="00D82D73">
              <w:rPr>
                <w:sz w:val="24"/>
                <w:szCs w:val="24"/>
              </w:rPr>
              <w:t>air</w:t>
            </w:r>
            <w:r>
              <w:rPr>
                <w:sz w:val="24"/>
                <w:szCs w:val="24"/>
              </w:rPr>
              <w:t>.</w:t>
            </w:r>
            <w:r w:rsidR="00D82D73">
              <w:rPr>
                <w:sz w:val="24"/>
                <w:szCs w:val="24"/>
              </w:rPr>
              <w:t xml:space="preserve">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82D73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</w:tcPr>
          <w:p w:rsidR="00C82BAA" w:rsidRDefault="00585F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Earth</w:t>
            </w:r>
          </w:p>
        </w:tc>
        <w:tc>
          <w:tcPr>
            <w:tcW w:w="6582" w:type="dxa"/>
            <w:gridSpan w:val="11"/>
          </w:tcPr>
          <w:p w:rsidR="00C82BAA" w:rsidRDefault="00D82D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Planet </w:t>
            </w:r>
            <w:r w:rsidRPr="00D82D73">
              <w:rPr>
                <w:color w:val="92D050"/>
                <w:sz w:val="24"/>
                <w:szCs w:val="24"/>
              </w:rPr>
              <w:t>earth</w:t>
            </w:r>
            <w:r>
              <w:rPr>
                <w:sz w:val="24"/>
                <w:szCs w:val="24"/>
              </w:rPr>
              <w:t xml:space="preserve"> is the third closest to the sun</w:t>
            </w:r>
            <w:r w:rsidR="007F6B6D"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82D73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</w:tcPr>
          <w:p w:rsidR="00C82BAA" w:rsidRDefault="00585F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Easily</w:t>
            </w:r>
          </w:p>
        </w:tc>
        <w:tc>
          <w:tcPr>
            <w:tcW w:w="6582" w:type="dxa"/>
            <w:gridSpan w:val="11"/>
          </w:tcPr>
          <w:p w:rsidR="00C82BAA" w:rsidRDefault="00D82D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can </w:t>
            </w:r>
            <w:r w:rsidRPr="007F6B6D">
              <w:rPr>
                <w:color w:val="92D050"/>
                <w:sz w:val="24"/>
                <w:szCs w:val="24"/>
              </w:rPr>
              <w:t>easily</w:t>
            </w:r>
            <w:r w:rsidR="007F6B6D">
              <w:rPr>
                <w:sz w:val="24"/>
                <w:szCs w:val="24"/>
              </w:rPr>
              <w:t xml:space="preserve"> do my homework.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82D73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</w:tcPr>
          <w:p w:rsidR="00C82BAA" w:rsidRDefault="00585F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Enjoy</w:t>
            </w:r>
          </w:p>
        </w:tc>
        <w:tc>
          <w:tcPr>
            <w:tcW w:w="6582" w:type="dxa"/>
            <w:gridSpan w:val="11"/>
          </w:tcPr>
          <w:p w:rsidR="00C82BAA" w:rsidRDefault="00D82D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r w:rsidRPr="007F6B6D">
              <w:rPr>
                <w:color w:val="92D050"/>
                <w:sz w:val="24"/>
                <w:szCs w:val="24"/>
              </w:rPr>
              <w:t>enjoy</w:t>
            </w:r>
            <w:r>
              <w:rPr>
                <w:sz w:val="24"/>
                <w:szCs w:val="24"/>
              </w:rPr>
              <w:t xml:space="preserve"> playing zombies and survivors with my friends.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82D73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</w:tcPr>
          <w:p w:rsidR="00C82BAA" w:rsidRDefault="00585F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Everyone</w:t>
            </w:r>
          </w:p>
          <w:p w:rsidR="00585F83" w:rsidRDefault="00585F83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D82D73" w:rsidRDefault="00D82D73" w:rsidP="00D82D73">
            <w:pPr>
              <w:rPr>
                <w:sz w:val="24"/>
                <w:szCs w:val="24"/>
              </w:rPr>
            </w:pPr>
            <w:r w:rsidRPr="007F6B6D">
              <w:rPr>
                <w:color w:val="92D050"/>
                <w:sz w:val="24"/>
                <w:szCs w:val="24"/>
              </w:rPr>
              <w:t>Everyone</w:t>
            </w:r>
            <w:r>
              <w:rPr>
                <w:sz w:val="24"/>
                <w:szCs w:val="24"/>
              </w:rPr>
              <w:t xml:space="preserve"> is </w:t>
            </w:r>
            <w:r w:rsidR="007F6B6D">
              <w:rPr>
                <w:sz w:val="24"/>
                <w:szCs w:val="24"/>
              </w:rPr>
              <w:t>good at something.</w:t>
            </w:r>
          </w:p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82D73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</w:tcPr>
          <w:p w:rsidR="002E7E97" w:rsidRDefault="00585F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Below 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7F6B6D" w:rsidRDefault="007F6B6D" w:rsidP="007F6B6D">
            <w:pPr>
              <w:rPr>
                <w:sz w:val="24"/>
                <w:szCs w:val="24"/>
              </w:rPr>
            </w:pPr>
            <w:r w:rsidRPr="007F6B6D">
              <w:rPr>
                <w:color w:val="92D050"/>
                <w:sz w:val="24"/>
                <w:szCs w:val="24"/>
              </w:rPr>
              <w:lastRenderedPageBreak/>
              <w:t>Below</w:t>
            </w:r>
            <w:r>
              <w:rPr>
                <w:sz w:val="24"/>
                <w:szCs w:val="24"/>
              </w:rPr>
              <w:t xml:space="preserve"> the stairs is a board game.</w:t>
            </w:r>
          </w:p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C54CF0">
        <w:trPr>
          <w:trHeight w:val="301"/>
        </w:trPr>
        <w:tc>
          <w:tcPr>
            <w:tcW w:w="9242" w:type="dxa"/>
            <w:gridSpan w:val="14"/>
          </w:tcPr>
          <w:p w:rsidR="00751814" w:rsidRPr="009967EC" w:rsidRDefault="004C4A9F" w:rsidP="009967EC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4876800</wp:posOffset>
                      </wp:positionH>
                      <wp:positionV relativeFrom="paragraph">
                        <wp:posOffset>41275</wp:posOffset>
                      </wp:positionV>
                      <wp:extent cx="895350" cy="838200"/>
                      <wp:effectExtent l="9525" t="9525" r="9525" b="952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0" cy="838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0A03" w:rsidRDefault="00EF0A03">
                                  <w:r w:rsidRPr="009967EC"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>
                                        <wp:extent cx="702945" cy="685589"/>
                                        <wp:effectExtent l="19050" t="0" r="1905" b="0"/>
                                        <wp:docPr id="3" name="Picture 1" descr="http://www.originalorganics.co.uk/images/inner/worm-orang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originalorganics.co.uk/images/inner/worm-orang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02945" cy="6855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384pt;margin-top:3.25pt;width:70.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">
                      <v:textbox>
                        <w:txbxContent>
                          <w:p w:rsidR="00EF0A03" w:rsidRDefault="00EF0A03">
                            <w:r w:rsidRPr="009967EC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702945" cy="685589"/>
                                  <wp:effectExtent l="19050" t="0" r="1905" b="0"/>
                                  <wp:docPr id="3" name="Picture 1" descr="http://www.originalorganics.co.uk/images/inner/worm-orang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originalorganics.co.uk/images/inner/worm-orang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2945" cy="6855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31CB"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AE51AC" w:rsidRDefault="00751814" w:rsidP="000A31CB">
            <w:pPr>
              <w:rPr>
                <w:b/>
                <w:sz w:val="24"/>
                <w:szCs w:val="24"/>
                <w:u w:val="single"/>
              </w:rPr>
            </w:pPr>
            <w:r w:rsidRPr="000A31CB">
              <w:rPr>
                <w:b/>
                <w:sz w:val="24"/>
                <w:szCs w:val="24"/>
                <w:u w:val="single"/>
              </w:rPr>
              <w:t xml:space="preserve">Worm Farm </w:t>
            </w:r>
          </w:p>
          <w:p w:rsidR="00AB5CBF" w:rsidRPr="00AB5CBF" w:rsidRDefault="00AB5CBF" w:rsidP="000A31CB">
            <w:pPr>
              <w:rPr>
                <w:b/>
                <w:sz w:val="24"/>
                <w:szCs w:val="24"/>
              </w:rPr>
            </w:pPr>
            <w:r w:rsidRPr="00AB5CBF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you can </w:t>
            </w:r>
            <w:r w:rsidRPr="00AB5CBF">
              <w:rPr>
                <w:b/>
                <w:sz w:val="24"/>
                <w:szCs w:val="24"/>
              </w:rPr>
              <w:t xml:space="preserve">use: internet, public library </w:t>
            </w:r>
            <w:r w:rsidR="00456FE9">
              <w:rPr>
                <w:b/>
                <w:sz w:val="24"/>
                <w:szCs w:val="24"/>
              </w:rPr>
              <w:t xml:space="preserve">books, school library, </w:t>
            </w:r>
            <w:proofErr w:type="spellStart"/>
            <w:r w:rsidR="00456FE9">
              <w:rPr>
                <w:b/>
                <w:sz w:val="24"/>
                <w:szCs w:val="24"/>
              </w:rPr>
              <w:t>encyclop</w:t>
            </w:r>
            <w:r w:rsidRPr="00AB5CBF">
              <w:rPr>
                <w:b/>
                <w:sz w:val="24"/>
                <w:szCs w:val="24"/>
              </w:rPr>
              <w:t>edias</w:t>
            </w:r>
            <w:proofErr w:type="spellEnd"/>
            <w:r w:rsidRPr="00AB5CBF">
              <w:rPr>
                <w:b/>
                <w:sz w:val="24"/>
                <w:szCs w:val="24"/>
              </w:rPr>
              <w:t xml:space="preserve"> ...)</w: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Research the anatomy (scientific structure) of a</w:t>
            </w:r>
            <w:r w:rsidR="009967EC">
              <w:rPr>
                <w:b/>
                <w:sz w:val="24"/>
                <w:szCs w:val="24"/>
              </w:rPr>
              <w:t xml:space="preserve"> tiger</w:t>
            </w:r>
            <w:r>
              <w:rPr>
                <w:b/>
                <w:sz w:val="24"/>
                <w:szCs w:val="24"/>
              </w:rPr>
              <w:t xml:space="preserve"> worm.</w:t>
            </w:r>
          </w:p>
          <w:p w:rsidR="009967EC" w:rsidRDefault="000A31CB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Draw a diagram of a worm, label the parts</w:t>
            </w:r>
            <w:r w:rsidR="009967EC">
              <w:rPr>
                <w:b/>
                <w:sz w:val="24"/>
                <w:szCs w:val="24"/>
              </w:rPr>
              <w:t xml:space="preserve"> of its body</w:t>
            </w:r>
            <w:r>
              <w:rPr>
                <w:b/>
                <w:sz w:val="24"/>
                <w:szCs w:val="24"/>
              </w:rPr>
              <w:t xml:space="preserve"> and record </w:t>
            </w:r>
            <w:r w:rsidR="009967EC">
              <w:rPr>
                <w:b/>
                <w:sz w:val="24"/>
                <w:szCs w:val="24"/>
              </w:rPr>
              <w:t>3</w:t>
            </w:r>
          </w:p>
          <w:p w:rsidR="000A31CB" w:rsidRDefault="009967EC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Interesting </w:t>
            </w:r>
            <w:r w:rsidR="000A31CB">
              <w:rPr>
                <w:b/>
                <w:sz w:val="24"/>
                <w:szCs w:val="24"/>
              </w:rPr>
              <w:t xml:space="preserve"> facts</w:t>
            </w:r>
            <w:proofErr w:type="gramEnd"/>
            <w:r w:rsidR="000A31CB">
              <w:rPr>
                <w:b/>
                <w:sz w:val="24"/>
                <w:szCs w:val="24"/>
              </w:rPr>
              <w:t xml:space="preserve"> about </w:t>
            </w:r>
            <w:r>
              <w:rPr>
                <w:b/>
                <w:sz w:val="24"/>
                <w:szCs w:val="24"/>
              </w:rPr>
              <w:t>it that you didn't know before.</w:t>
            </w:r>
          </w:p>
          <w:p w:rsidR="000A31CB" w:rsidRDefault="004C4A9F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65405</wp:posOffset>
                      </wp:positionV>
                      <wp:extent cx="5514975" cy="1947545"/>
                      <wp:effectExtent l="9525" t="6985" r="9525" b="762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14975" cy="1947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0A03" w:rsidRPr="00456FE9" w:rsidRDefault="00EF0A03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Encyclopedias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9pt;margin-top:5.15pt;width:434.25pt;height:15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">
                      <v:textbox>
                        <w:txbxContent>
                          <w:p w:rsidR="00EF0A03" w:rsidRPr="00456FE9" w:rsidRDefault="00EF0A0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Encyclopedias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0A31CB" w:rsidRDefault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AE51A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_______________________________________________________________________</w:t>
            </w:r>
          </w:p>
          <w:p w:rsidR="009967E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______________________________________________________________________</w:t>
            </w:r>
          </w:p>
          <w:p w:rsidR="009967E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______________________________________________________________________</w:t>
            </w:r>
          </w:p>
          <w:p w:rsidR="009967E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______________________________________________________________________</w:t>
            </w:r>
          </w:p>
          <w:p w:rsidR="009967E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______________________________________________________________________</w:t>
            </w:r>
          </w:p>
          <w:p w:rsidR="004C4A9F" w:rsidRPr="004C4A9F" w:rsidRDefault="00AE51AC" w:rsidP="004C4A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22</w:t>
            </w:r>
            <w:r w:rsidR="004C4A9F">
              <w:rPr>
                <w:b/>
                <w:sz w:val="24"/>
                <w:szCs w:val="24"/>
              </w:rPr>
              <w:t xml:space="preserve"> – Swan Plant Research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90"/>
            </w:tblGrid>
            <w:tr w:rsidR="004C4A9F" w:rsidTr="004C4A9F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Find out how to harvest a swan plant seeds.</w:t>
                  </w:r>
                </w:p>
              </w:tc>
            </w:tr>
            <w:tr w:rsidR="004C4A9F" w:rsidTr="004C4A9F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4C4A9F" w:rsidTr="004C4A9F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4C4A9F" w:rsidTr="004C4A9F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4C4A9F" w:rsidTr="004C4A9F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</w:tbl>
          <w:p w:rsidR="004C4A9F" w:rsidRDefault="004C4A9F" w:rsidP="004C4A9F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90"/>
            </w:tblGrid>
            <w:tr w:rsidR="004C4A9F" w:rsidTr="00C54CF0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When is the correct time to plant swan plants?</w:t>
                  </w:r>
                </w:p>
              </w:tc>
            </w:tr>
            <w:tr w:rsidR="004C4A9F" w:rsidTr="00C54CF0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4C4A9F" w:rsidTr="00C54CF0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4C4A9F" w:rsidTr="00C54CF0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How much does a small swan plant cost to buy in Auckland?</w:t>
                  </w:r>
                </w:p>
              </w:tc>
            </w:tr>
            <w:tr w:rsidR="004C4A9F" w:rsidTr="00C54CF0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</w:tbl>
          <w:p w:rsidR="004C4A9F" w:rsidRDefault="004C4A9F" w:rsidP="004C4A9F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You can type/write your answers in this sheet or add them to our Enviro wiki</w:t>
            </w:r>
          </w:p>
          <w:p w:rsidR="00751814" w:rsidRPr="00456FE9" w:rsidRDefault="00585F83" w:rsidP="00456FE9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hyperlink r:id="rId6" w:history="1">
              <w:r w:rsidR="004C4A9F" w:rsidRPr="009F4E74">
                <w:rPr>
                  <w:rStyle w:val="Hyperlink"/>
                  <w:rFonts w:ascii="Calibri" w:hAnsi="Calibri"/>
                </w:rPr>
                <w:t>http://2016rops-totararoom.wikispaces.com/Room+22+Enviro</w:t>
              </w:r>
            </w:hyperlink>
            <w:r w:rsidR="004C4A9F">
              <w:rPr>
                <w:rFonts w:ascii="Calibri" w:hAnsi="Calibri"/>
                <w:color w:val="000000"/>
              </w:rPr>
              <w:t xml:space="preserve"> </w:t>
            </w:r>
          </w:p>
          <w:p w:rsidR="00751814" w:rsidRDefault="00751814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456FE9">
      <w:pgSz w:w="11906" w:h="16838"/>
      <w:pgMar w:top="144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A31CB"/>
    <w:rsid w:val="00191FD6"/>
    <w:rsid w:val="00221D26"/>
    <w:rsid w:val="00263FE8"/>
    <w:rsid w:val="002E7E97"/>
    <w:rsid w:val="00394A2C"/>
    <w:rsid w:val="00456FE9"/>
    <w:rsid w:val="004C4A9F"/>
    <w:rsid w:val="00585F83"/>
    <w:rsid w:val="005D05F9"/>
    <w:rsid w:val="0065489E"/>
    <w:rsid w:val="00705F18"/>
    <w:rsid w:val="00751814"/>
    <w:rsid w:val="00793958"/>
    <w:rsid w:val="007F6B6D"/>
    <w:rsid w:val="00830F07"/>
    <w:rsid w:val="008B795B"/>
    <w:rsid w:val="00991D11"/>
    <w:rsid w:val="009967EC"/>
    <w:rsid w:val="00AB5CBF"/>
    <w:rsid w:val="00AE51AC"/>
    <w:rsid w:val="00B27FDF"/>
    <w:rsid w:val="00BC6604"/>
    <w:rsid w:val="00C54CF0"/>
    <w:rsid w:val="00C82BAA"/>
    <w:rsid w:val="00D82D73"/>
    <w:rsid w:val="00DB4E72"/>
    <w:rsid w:val="00E021BB"/>
    <w:rsid w:val="00E10DA9"/>
    <w:rsid w:val="00EF0A03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EC3293-89CC-409C-A7FA-76510474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C4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C4A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2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7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10132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74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98516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945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4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2016rops-totararoom.wikispaces.com/Room+22+Envir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471596CD</Template>
  <TotalTime>59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Vicky Stewart</cp:lastModifiedBy>
  <cp:revision>5</cp:revision>
  <cp:lastPrinted>2016-02-20T21:12:00Z</cp:lastPrinted>
  <dcterms:created xsi:type="dcterms:W3CDTF">2016-02-21T23:07:00Z</dcterms:created>
  <dcterms:modified xsi:type="dcterms:W3CDTF">2016-02-24T05:22:00Z</dcterms:modified>
</cp:coreProperties>
</file>